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60" w:rsidRDefault="00CA0E60" w:rsidP="00E8760E">
      <w:pPr>
        <w:ind w:right="-284"/>
        <w:jc w:val="center"/>
        <w:rPr>
          <w:rFonts w:ascii="Verdana" w:hAnsi="Verdana"/>
          <w:b/>
          <w:shadow/>
          <w:spacing w:val="20"/>
          <w:sz w:val="32"/>
          <w:szCs w:val="32"/>
        </w:rPr>
      </w:pPr>
    </w:p>
    <w:p w:rsidR="007D425B" w:rsidRDefault="007D425B" w:rsidP="00E8760E">
      <w:pPr>
        <w:ind w:right="-284"/>
        <w:jc w:val="center"/>
        <w:rPr>
          <w:rFonts w:ascii="Verdana" w:hAnsi="Verdana"/>
          <w:b/>
          <w:shadow/>
          <w:spacing w:val="20"/>
          <w:sz w:val="36"/>
          <w:szCs w:val="36"/>
        </w:rPr>
      </w:pPr>
    </w:p>
    <w:p w:rsidR="007D425B" w:rsidRDefault="007D425B" w:rsidP="00E8760E">
      <w:pPr>
        <w:ind w:right="-284"/>
        <w:jc w:val="center"/>
        <w:rPr>
          <w:rFonts w:ascii="Verdana" w:hAnsi="Verdana"/>
          <w:b/>
          <w:shadow/>
          <w:spacing w:val="20"/>
          <w:sz w:val="36"/>
          <w:szCs w:val="36"/>
        </w:rPr>
      </w:pPr>
    </w:p>
    <w:p w:rsidR="00E8760E" w:rsidRPr="000201E0" w:rsidRDefault="00292590" w:rsidP="00E8760E">
      <w:pPr>
        <w:ind w:right="-284"/>
        <w:jc w:val="center"/>
        <w:rPr>
          <w:rFonts w:ascii="Verdana" w:hAnsi="Verdana"/>
          <w:b/>
          <w:shadow/>
          <w:spacing w:val="20"/>
          <w:sz w:val="36"/>
          <w:szCs w:val="36"/>
        </w:rPr>
      </w:pPr>
      <w:r>
        <w:rPr>
          <w:rFonts w:ascii="Verdana" w:hAnsi="Verdana"/>
          <w:b/>
          <w:shadow/>
          <w:spacing w:val="20"/>
          <w:sz w:val="36"/>
          <w:szCs w:val="36"/>
        </w:rPr>
        <w:t>PROJEKT STAŁEJ ORGANIZACJI RUCHU</w:t>
      </w:r>
    </w:p>
    <w:p w:rsidR="00E8760E" w:rsidRDefault="00E8760E" w:rsidP="00E8760E">
      <w:pPr>
        <w:ind w:left="567" w:right="-284"/>
        <w:rPr>
          <w:rFonts w:ascii="Verdana" w:hAnsi="Verdana"/>
          <w:b/>
        </w:rPr>
      </w:pPr>
    </w:p>
    <w:p w:rsidR="00CA0E60" w:rsidRDefault="00CA0E60" w:rsidP="00FE0DBC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0201E0" w:rsidRDefault="000201E0" w:rsidP="00FE0DBC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E8760E" w:rsidRPr="00FE0DBC" w:rsidRDefault="00E8760E" w:rsidP="00FE0DBC">
      <w:pPr>
        <w:ind w:left="567" w:right="-284"/>
        <w:rPr>
          <w:rFonts w:ascii="Verdana" w:hAnsi="Verdana"/>
          <w:b/>
          <w:smallCaps/>
          <w:sz w:val="36"/>
          <w:szCs w:val="36"/>
        </w:rPr>
      </w:pPr>
      <w:r w:rsidRPr="00FE0DBC">
        <w:rPr>
          <w:rFonts w:ascii="Verdana" w:hAnsi="Verdana"/>
          <w:b/>
          <w:smallCaps/>
          <w:sz w:val="32"/>
          <w:szCs w:val="32"/>
        </w:rPr>
        <w:t>Nazwa za</w:t>
      </w:r>
      <w:r w:rsidR="00292590">
        <w:rPr>
          <w:rFonts w:ascii="Verdana" w:hAnsi="Verdana"/>
          <w:b/>
          <w:smallCaps/>
          <w:sz w:val="32"/>
          <w:szCs w:val="32"/>
        </w:rPr>
        <w:t>dania</w:t>
      </w:r>
      <w:r w:rsidRPr="00FE0DBC">
        <w:rPr>
          <w:rFonts w:ascii="Verdana" w:hAnsi="Verdana"/>
          <w:b/>
          <w:smallCaps/>
          <w:sz w:val="32"/>
          <w:szCs w:val="32"/>
        </w:rPr>
        <w:t>:</w:t>
      </w:r>
      <w:r w:rsidRPr="00FE0DBC">
        <w:rPr>
          <w:rFonts w:ascii="Verdana" w:hAnsi="Verdana"/>
          <w:b/>
          <w:smallCaps/>
          <w:sz w:val="36"/>
          <w:szCs w:val="36"/>
        </w:rPr>
        <w:t xml:space="preserve"> </w:t>
      </w:r>
    </w:p>
    <w:p w:rsidR="007B390F" w:rsidRPr="0039787D" w:rsidRDefault="008C50C2" w:rsidP="00AD4B60">
      <w:pPr>
        <w:ind w:left="567" w:right="-284"/>
        <w:jc w:val="both"/>
        <w:rPr>
          <w:rFonts w:ascii="Verdana" w:hAnsi="Verdana"/>
          <w:b/>
          <w:smallCaps/>
        </w:rPr>
      </w:pPr>
      <w:r>
        <w:rPr>
          <w:rFonts w:ascii="Verdana" w:hAnsi="Verdana"/>
          <w:bCs/>
        </w:rPr>
        <w:t xml:space="preserve">Przebudowa ulicy </w:t>
      </w:r>
      <w:r w:rsidR="005D6CBE">
        <w:rPr>
          <w:rFonts w:ascii="Verdana" w:hAnsi="Verdana"/>
          <w:bCs/>
        </w:rPr>
        <w:t>S</w:t>
      </w:r>
      <w:r w:rsidR="005B410D">
        <w:rPr>
          <w:rFonts w:ascii="Verdana" w:hAnsi="Verdana"/>
          <w:bCs/>
        </w:rPr>
        <w:t>adownicza</w:t>
      </w:r>
      <w:r>
        <w:rPr>
          <w:rFonts w:ascii="Verdana" w:hAnsi="Verdana"/>
          <w:bCs/>
        </w:rPr>
        <w:t xml:space="preserve"> </w:t>
      </w:r>
      <w:r w:rsidR="005A27D9">
        <w:rPr>
          <w:rFonts w:ascii="Verdana" w:hAnsi="Verdana"/>
          <w:bCs/>
        </w:rPr>
        <w:t>w ramach inwestycji</w:t>
      </w:r>
      <w:r>
        <w:rPr>
          <w:rFonts w:ascii="Verdana" w:hAnsi="Verdana"/>
          <w:bCs/>
        </w:rPr>
        <w:t xml:space="preserve"> p</w:t>
      </w:r>
      <w:r w:rsidR="005A27D9">
        <w:rPr>
          <w:rFonts w:ascii="Verdana" w:hAnsi="Verdana"/>
          <w:bCs/>
        </w:rPr>
        <w:t xml:space="preserve">n. </w:t>
      </w:r>
      <w:r>
        <w:rPr>
          <w:rFonts w:ascii="Verdana" w:hAnsi="Verdana"/>
        </w:rPr>
        <w:t>Budowa</w:t>
      </w:r>
      <w:r w:rsidR="005A27D9" w:rsidRPr="005A27D9">
        <w:rPr>
          <w:rFonts w:ascii="Verdana" w:hAnsi="Verdana"/>
        </w:rPr>
        <w:t xml:space="preserve"> infrastruktury </w:t>
      </w:r>
      <w:r>
        <w:rPr>
          <w:rFonts w:ascii="Verdana" w:hAnsi="Verdana"/>
        </w:rPr>
        <w:t xml:space="preserve">                </w:t>
      </w:r>
      <w:r w:rsidR="005A27D9" w:rsidRPr="005A27D9">
        <w:rPr>
          <w:rFonts w:ascii="Verdana" w:hAnsi="Verdana"/>
        </w:rPr>
        <w:t>w północnej części wsi Sierakowo</w:t>
      </w:r>
      <w:r w:rsidR="005A27D9">
        <w:rPr>
          <w:rFonts w:ascii="Verdana" w:hAnsi="Verdana"/>
        </w:rPr>
        <w:t>.</w:t>
      </w:r>
    </w:p>
    <w:p w:rsidR="000201E0" w:rsidRDefault="000201E0" w:rsidP="00FE0DBC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E8760E" w:rsidRPr="00FE0DBC" w:rsidRDefault="00E8760E" w:rsidP="00FE0DBC">
      <w:pPr>
        <w:ind w:left="567" w:right="-284"/>
        <w:rPr>
          <w:rFonts w:ascii="Verdana" w:hAnsi="Verdana"/>
          <w:b/>
          <w:smallCaps/>
          <w:sz w:val="36"/>
          <w:szCs w:val="36"/>
        </w:rPr>
      </w:pPr>
      <w:r w:rsidRPr="00FE0DBC">
        <w:rPr>
          <w:rFonts w:ascii="Verdana" w:hAnsi="Verdana"/>
          <w:b/>
          <w:smallCaps/>
          <w:sz w:val="32"/>
          <w:szCs w:val="32"/>
        </w:rPr>
        <w:t>Adres:</w:t>
      </w:r>
      <w:r w:rsidRPr="00FE0DBC">
        <w:rPr>
          <w:rFonts w:ascii="Verdana" w:hAnsi="Verdana"/>
          <w:b/>
          <w:smallCaps/>
          <w:sz w:val="36"/>
          <w:szCs w:val="36"/>
        </w:rPr>
        <w:t xml:space="preserve"> </w:t>
      </w:r>
    </w:p>
    <w:p w:rsidR="00450855" w:rsidRPr="00292590" w:rsidRDefault="007B390F" w:rsidP="00292590">
      <w:pPr>
        <w:ind w:left="567"/>
        <w:jc w:val="both"/>
        <w:rPr>
          <w:rFonts w:ascii="Verdana" w:hAnsi="Verdana"/>
        </w:rPr>
      </w:pPr>
      <w:r w:rsidRPr="00EA279C">
        <w:rPr>
          <w:rFonts w:ascii="Verdana" w:hAnsi="Verdana"/>
          <w:bCs/>
        </w:rPr>
        <w:t xml:space="preserve">woj. </w:t>
      </w:r>
      <w:r w:rsidR="00292590">
        <w:rPr>
          <w:rFonts w:ascii="Verdana" w:hAnsi="Verdana"/>
          <w:bCs/>
        </w:rPr>
        <w:t>wielkopolskie</w:t>
      </w:r>
      <w:r w:rsidRPr="00EA279C">
        <w:rPr>
          <w:rFonts w:ascii="Verdana" w:hAnsi="Verdana"/>
          <w:bCs/>
        </w:rPr>
        <w:t xml:space="preserve">, </w:t>
      </w:r>
      <w:r w:rsidR="0039787D">
        <w:rPr>
          <w:rFonts w:ascii="Verdana" w:hAnsi="Verdana"/>
          <w:bCs/>
        </w:rPr>
        <w:t xml:space="preserve">powiat rawicki, </w:t>
      </w:r>
      <w:r w:rsidR="00292590">
        <w:rPr>
          <w:rFonts w:ascii="Verdana" w:hAnsi="Verdana"/>
          <w:bCs/>
        </w:rPr>
        <w:t xml:space="preserve">gmina </w:t>
      </w:r>
      <w:r w:rsidR="0039787D">
        <w:rPr>
          <w:rFonts w:ascii="Verdana" w:hAnsi="Verdana"/>
          <w:bCs/>
        </w:rPr>
        <w:t>Rawicz</w:t>
      </w:r>
      <w:r w:rsidR="00292590">
        <w:rPr>
          <w:rFonts w:ascii="Verdana" w:hAnsi="Verdana"/>
          <w:bCs/>
        </w:rPr>
        <w:t xml:space="preserve">, miejscowość </w:t>
      </w:r>
      <w:r w:rsidR="0039787D">
        <w:rPr>
          <w:rFonts w:ascii="Verdana" w:hAnsi="Verdana"/>
          <w:bCs/>
        </w:rPr>
        <w:t>Sierakowo</w:t>
      </w:r>
      <w:r w:rsidR="00292590">
        <w:rPr>
          <w:rFonts w:ascii="Verdana" w:hAnsi="Verdana"/>
          <w:bCs/>
        </w:rPr>
        <w:t>,</w:t>
      </w:r>
      <w:r w:rsidR="008C50C2">
        <w:rPr>
          <w:rFonts w:ascii="Verdana" w:hAnsi="Verdana"/>
          <w:bCs/>
        </w:rPr>
        <w:t xml:space="preserve">                ul. </w:t>
      </w:r>
      <w:r w:rsidR="005B410D">
        <w:rPr>
          <w:rFonts w:ascii="Verdana" w:hAnsi="Verdana"/>
          <w:bCs/>
        </w:rPr>
        <w:t>Sadownicza</w:t>
      </w:r>
    </w:p>
    <w:p w:rsidR="007B390F" w:rsidRPr="00EA279C" w:rsidRDefault="007B390F" w:rsidP="007B390F">
      <w:pPr>
        <w:ind w:left="567" w:right="-284"/>
        <w:jc w:val="both"/>
        <w:rPr>
          <w:rFonts w:ascii="Verdana" w:hAnsi="Verdana"/>
        </w:rPr>
      </w:pPr>
    </w:p>
    <w:p w:rsidR="00E8760E" w:rsidRPr="00FE0DBC" w:rsidRDefault="00E8760E" w:rsidP="00E8760E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 w:rsidRPr="00FE0DBC">
        <w:rPr>
          <w:rFonts w:ascii="Verdana" w:hAnsi="Verdana"/>
          <w:b/>
          <w:smallCaps/>
          <w:sz w:val="32"/>
          <w:szCs w:val="32"/>
        </w:rPr>
        <w:t xml:space="preserve">Zamawiający: 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Urząd Miejski Gminy Rawicz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bCs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ul. mar. Józefa Piłsudskiego 21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63-900 Rawicz</w:t>
      </w:r>
    </w:p>
    <w:p w:rsidR="000201E0" w:rsidRDefault="000201E0" w:rsidP="00927899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927899" w:rsidRDefault="00927899" w:rsidP="00927899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>
        <w:rPr>
          <w:rFonts w:ascii="Verdana" w:hAnsi="Verdana"/>
          <w:b/>
          <w:smallCaps/>
          <w:sz w:val="32"/>
          <w:szCs w:val="32"/>
        </w:rPr>
        <w:t>Jednostka projektowa</w:t>
      </w:r>
      <w:r w:rsidRPr="00FE0DBC">
        <w:rPr>
          <w:rFonts w:ascii="Verdana" w:hAnsi="Verdana"/>
          <w:b/>
          <w:smallCaps/>
          <w:sz w:val="32"/>
          <w:szCs w:val="32"/>
        </w:rPr>
        <w:t xml:space="preserve">: </w:t>
      </w:r>
    </w:p>
    <w:p w:rsidR="00927899" w:rsidRPr="008F2B35" w:rsidRDefault="00927899" w:rsidP="00927899">
      <w:pPr>
        <w:ind w:left="567" w:right="-284"/>
        <w:rPr>
          <w:rFonts w:ascii="Verdana" w:hAnsi="Verdana"/>
          <w:bCs/>
          <w:lang w:val="en-US"/>
        </w:rPr>
      </w:pPr>
      <w:proofErr w:type="spellStart"/>
      <w:r w:rsidRPr="008F2B35">
        <w:rPr>
          <w:rFonts w:ascii="Verdana" w:hAnsi="Verdana"/>
          <w:bCs/>
          <w:lang w:val="en-US"/>
        </w:rPr>
        <w:t>Augmen</w:t>
      </w:r>
      <w:proofErr w:type="spellEnd"/>
      <w:r w:rsidRPr="008F2B35">
        <w:rPr>
          <w:rFonts w:ascii="Verdana" w:hAnsi="Verdana"/>
          <w:bCs/>
          <w:lang w:val="en-US"/>
        </w:rPr>
        <w:t xml:space="preserve"> Consulting Group</w:t>
      </w:r>
    </w:p>
    <w:p w:rsidR="00927899" w:rsidRPr="008F2B35" w:rsidRDefault="00927899" w:rsidP="00927899">
      <w:pPr>
        <w:ind w:left="567" w:right="-284"/>
        <w:rPr>
          <w:rFonts w:ascii="Verdana" w:hAnsi="Verdana"/>
          <w:bCs/>
          <w:lang w:val="en-US"/>
        </w:rPr>
      </w:pPr>
      <w:r w:rsidRPr="008F2B35">
        <w:rPr>
          <w:rFonts w:ascii="Verdana" w:hAnsi="Verdana"/>
          <w:bCs/>
          <w:lang w:val="en-US"/>
        </w:rPr>
        <w:t xml:space="preserve">M. </w:t>
      </w:r>
      <w:proofErr w:type="spellStart"/>
      <w:r w:rsidRPr="008F2B35">
        <w:rPr>
          <w:rFonts w:ascii="Verdana" w:hAnsi="Verdana"/>
          <w:bCs/>
          <w:lang w:val="en-US"/>
        </w:rPr>
        <w:t>Kowalczyk</w:t>
      </w:r>
      <w:proofErr w:type="spellEnd"/>
      <w:r w:rsidRPr="008F2B35">
        <w:rPr>
          <w:rFonts w:ascii="Verdana" w:hAnsi="Verdana"/>
          <w:bCs/>
          <w:lang w:val="en-US"/>
        </w:rPr>
        <w:t xml:space="preserve"> Sp. J.</w:t>
      </w:r>
    </w:p>
    <w:p w:rsidR="00927899" w:rsidRPr="00FE0DBC" w:rsidRDefault="00927899" w:rsidP="00927899">
      <w:pPr>
        <w:ind w:left="567" w:right="-284"/>
        <w:rPr>
          <w:rFonts w:ascii="Verdana" w:hAnsi="Verdana"/>
          <w:bCs/>
        </w:rPr>
      </w:pPr>
      <w:r>
        <w:rPr>
          <w:rFonts w:ascii="Verdana" w:hAnsi="Verdana"/>
          <w:bCs/>
        </w:rPr>
        <w:t>ul. Wrocławska 5a</w:t>
      </w:r>
    </w:p>
    <w:p w:rsidR="00927899" w:rsidRPr="00FE0DBC" w:rsidRDefault="00927899" w:rsidP="000201E0">
      <w:pPr>
        <w:ind w:left="567" w:right="-1"/>
        <w:rPr>
          <w:rFonts w:ascii="Verdana" w:hAnsi="Verdana"/>
          <w:bCs/>
        </w:rPr>
      </w:pPr>
      <w:r>
        <w:rPr>
          <w:rFonts w:ascii="Verdana" w:hAnsi="Verdana"/>
          <w:bCs/>
        </w:rPr>
        <w:t>65-427 Zielona Góra</w:t>
      </w:r>
    </w:p>
    <w:p w:rsidR="007D425B" w:rsidRDefault="007D425B" w:rsidP="00450855">
      <w:pPr>
        <w:ind w:left="567"/>
      </w:pPr>
    </w:p>
    <w:p w:rsidR="007D425B" w:rsidRDefault="007D425B" w:rsidP="00450855">
      <w:pPr>
        <w:ind w:left="567"/>
      </w:pPr>
    </w:p>
    <w:p w:rsidR="007D425B" w:rsidRDefault="007D425B" w:rsidP="00450855">
      <w:pPr>
        <w:ind w:left="567"/>
      </w:pPr>
    </w:p>
    <w:p w:rsidR="007D425B" w:rsidRDefault="007D425B" w:rsidP="00450855">
      <w:pPr>
        <w:ind w:left="567"/>
      </w:pPr>
    </w:p>
    <w:p w:rsidR="007D425B" w:rsidRDefault="007D425B" w:rsidP="00450855">
      <w:pPr>
        <w:ind w:left="567"/>
      </w:pPr>
    </w:p>
    <w:p w:rsidR="007D425B" w:rsidRDefault="007D425B" w:rsidP="00450855">
      <w:pPr>
        <w:ind w:left="567"/>
      </w:pPr>
    </w:p>
    <w:p w:rsidR="007D425B" w:rsidRDefault="007D425B" w:rsidP="00450855">
      <w:pPr>
        <w:ind w:left="567"/>
      </w:pPr>
    </w:p>
    <w:p w:rsidR="007D425B" w:rsidRPr="00C66154" w:rsidRDefault="007D425B" w:rsidP="00450855">
      <w:pPr>
        <w:ind w:left="567"/>
      </w:pPr>
    </w:p>
    <w:p w:rsidR="000201E0" w:rsidRPr="00BE16B9" w:rsidRDefault="000201E0" w:rsidP="000201E0">
      <w:pPr>
        <w:pStyle w:val="Nagwek3"/>
        <w:ind w:left="7938" w:right="-993"/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 xml:space="preserve">       </w:t>
      </w:r>
      <w:r w:rsidRPr="00BE16B9">
        <w:rPr>
          <w:rFonts w:ascii="Arial Narrow" w:hAnsi="Arial Narrow"/>
          <w:sz w:val="36"/>
          <w:szCs w:val="36"/>
        </w:rPr>
        <w:t xml:space="preserve">EGZ. NR </w:t>
      </w:r>
      <w:r w:rsidR="005B410D">
        <w:rPr>
          <w:rFonts w:ascii="Arial Narrow" w:hAnsi="Arial Narrow"/>
          <w:sz w:val="36"/>
          <w:szCs w:val="36"/>
        </w:rPr>
        <w:t>3</w:t>
      </w:r>
    </w:p>
    <w:p w:rsidR="000201E0" w:rsidRPr="00C50170" w:rsidRDefault="000201E0" w:rsidP="000201E0">
      <w:pPr>
        <w:ind w:left="284" w:right="-284"/>
        <w:rPr>
          <w:rFonts w:ascii="Arial Narrow" w:hAnsi="Arial Narrow"/>
          <w:b/>
          <w:smallCaps/>
        </w:rPr>
      </w:pPr>
      <w:r>
        <w:rPr>
          <w:rFonts w:ascii="Arial Narrow" w:hAnsi="Arial Narrow"/>
          <w:b/>
          <w:smallCaps/>
        </w:rPr>
        <w:t xml:space="preserve">              </w:t>
      </w:r>
      <w:r w:rsidRPr="00C50170">
        <w:rPr>
          <w:rFonts w:ascii="Arial Narrow" w:hAnsi="Arial Narrow"/>
          <w:b/>
          <w:smallCaps/>
        </w:rPr>
        <w:t>zespół autorski:</w:t>
      </w:r>
    </w:p>
    <w:tbl>
      <w:tblPr>
        <w:tblW w:w="9072" w:type="dxa"/>
        <w:tblInd w:w="9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0C0C0"/>
        <w:tblLayout w:type="fixed"/>
        <w:tblCellMar>
          <w:left w:w="70" w:type="dxa"/>
          <w:right w:w="70" w:type="dxa"/>
        </w:tblCellMar>
        <w:tblLook w:val="0000"/>
      </w:tblPr>
      <w:tblGrid>
        <w:gridCol w:w="2058"/>
        <w:gridCol w:w="2977"/>
        <w:gridCol w:w="2022"/>
        <w:gridCol w:w="2015"/>
      </w:tblGrid>
      <w:tr w:rsidR="000201E0" w:rsidRPr="00C50170" w:rsidTr="00450855">
        <w:trPr>
          <w:trHeight w:val="529"/>
        </w:trPr>
        <w:tc>
          <w:tcPr>
            <w:tcW w:w="2058" w:type="dxa"/>
            <w:shd w:val="clear" w:color="auto" w:fill="C0C0C0"/>
            <w:vAlign w:val="center"/>
          </w:tcPr>
          <w:p w:rsidR="000201E0" w:rsidRPr="00C709CD" w:rsidRDefault="000201E0" w:rsidP="002D0F1F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Funkcja:</w:t>
            </w:r>
          </w:p>
        </w:tc>
        <w:tc>
          <w:tcPr>
            <w:tcW w:w="2977" w:type="dxa"/>
            <w:shd w:val="clear" w:color="auto" w:fill="C0C0C0"/>
            <w:vAlign w:val="center"/>
          </w:tcPr>
          <w:p w:rsidR="000201E0" w:rsidRPr="00C709CD" w:rsidRDefault="000201E0" w:rsidP="002D0F1F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Imię i Nazwisko</w:t>
            </w:r>
          </w:p>
        </w:tc>
        <w:tc>
          <w:tcPr>
            <w:tcW w:w="2022" w:type="dxa"/>
            <w:shd w:val="clear" w:color="auto" w:fill="C0C0C0"/>
            <w:vAlign w:val="center"/>
          </w:tcPr>
          <w:p w:rsidR="000201E0" w:rsidRPr="00C709CD" w:rsidRDefault="000201E0" w:rsidP="002D0F1F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Nr uprawnień</w:t>
            </w:r>
          </w:p>
        </w:tc>
        <w:tc>
          <w:tcPr>
            <w:tcW w:w="2015" w:type="dxa"/>
            <w:shd w:val="clear" w:color="auto" w:fill="C0C0C0"/>
            <w:vAlign w:val="center"/>
          </w:tcPr>
          <w:p w:rsidR="000201E0" w:rsidRPr="00C709CD" w:rsidRDefault="000201E0" w:rsidP="002D0F1F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Data i podpis</w:t>
            </w:r>
          </w:p>
        </w:tc>
      </w:tr>
      <w:tr w:rsidR="00C66154" w:rsidRPr="00C50170" w:rsidTr="00450855">
        <w:trPr>
          <w:trHeight w:val="674"/>
        </w:trPr>
        <w:tc>
          <w:tcPr>
            <w:tcW w:w="2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C66154" w:rsidRDefault="00450855" w:rsidP="00450855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highlight w:val="lightGray"/>
              </w:rPr>
              <w:t>Opracowu</w:t>
            </w:r>
            <w:r w:rsidR="00C66154">
              <w:rPr>
                <w:rFonts w:ascii="Verdana" w:hAnsi="Verdana"/>
                <w:i/>
                <w:smallCaps/>
                <w:highlight w:val="lightGray"/>
              </w:rPr>
              <w:t>jący</w:t>
            </w:r>
            <w:r w:rsidR="00C66154" w:rsidRPr="00C50170">
              <w:rPr>
                <w:rFonts w:ascii="Verdana" w:hAnsi="Verdana"/>
                <w:i/>
                <w:smallCaps/>
                <w:highlight w:val="lightGray"/>
              </w:rPr>
              <w:t>:</w:t>
            </w:r>
          </w:p>
          <w:p w:rsidR="00450855" w:rsidRPr="00C50170" w:rsidRDefault="00450855" w:rsidP="00450855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  <w:t>branża drogowa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6154" w:rsidRPr="00450855" w:rsidRDefault="00C66154" w:rsidP="0045085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50855">
              <w:rPr>
                <w:rFonts w:ascii="Verdana" w:hAnsi="Verdana"/>
                <w:sz w:val="18"/>
                <w:szCs w:val="18"/>
              </w:rPr>
              <w:t xml:space="preserve">mgr inż. </w:t>
            </w:r>
            <w:r w:rsidR="00450855">
              <w:rPr>
                <w:rFonts w:ascii="Verdana" w:hAnsi="Verdana"/>
                <w:sz w:val="18"/>
                <w:szCs w:val="18"/>
              </w:rPr>
              <w:t>Krzysztof Zając</w:t>
            </w:r>
          </w:p>
        </w:tc>
        <w:tc>
          <w:tcPr>
            <w:tcW w:w="2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6154" w:rsidRPr="00C50170" w:rsidRDefault="00C66154" w:rsidP="00BF44F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6154" w:rsidRPr="00C50170" w:rsidRDefault="00C66154" w:rsidP="00BF44F1">
            <w:pPr>
              <w:rPr>
                <w:rFonts w:ascii="Verdana" w:hAnsi="Verdana"/>
                <w:sz w:val="16"/>
              </w:rPr>
            </w:pPr>
          </w:p>
          <w:p w:rsidR="00C66154" w:rsidRPr="00C50170" w:rsidRDefault="00C66154" w:rsidP="00BF44F1">
            <w:pPr>
              <w:rPr>
                <w:rFonts w:ascii="Verdana" w:hAnsi="Verdana"/>
                <w:sz w:val="16"/>
              </w:rPr>
            </w:pPr>
          </w:p>
        </w:tc>
      </w:tr>
    </w:tbl>
    <w:p w:rsidR="00C66154" w:rsidRDefault="00C66154" w:rsidP="000201E0">
      <w:pPr>
        <w:spacing w:before="120" w:after="120"/>
        <w:jc w:val="center"/>
        <w:rPr>
          <w:rFonts w:ascii="Verdana" w:hAnsi="Verdana"/>
          <w:i/>
          <w:iCs/>
          <w:sz w:val="20"/>
        </w:rPr>
      </w:pPr>
    </w:p>
    <w:p w:rsidR="007B390F" w:rsidRDefault="000201E0" w:rsidP="000201E0">
      <w:pPr>
        <w:spacing w:before="120" w:after="120"/>
        <w:jc w:val="center"/>
        <w:rPr>
          <w:rFonts w:ascii="Verdana" w:hAnsi="Verdana" w:cs="Arial"/>
          <w:b/>
          <w:bCs/>
          <w:sz w:val="32"/>
          <w:szCs w:val="32"/>
        </w:rPr>
      </w:pPr>
      <w:r>
        <w:rPr>
          <w:rFonts w:ascii="Verdana" w:hAnsi="Verdana"/>
          <w:i/>
          <w:iCs/>
          <w:sz w:val="20"/>
        </w:rPr>
        <w:t xml:space="preserve">Zielona Góra – </w:t>
      </w:r>
      <w:r w:rsidR="008C50C2">
        <w:rPr>
          <w:rFonts w:ascii="Verdana" w:hAnsi="Verdana"/>
          <w:i/>
          <w:iCs/>
          <w:sz w:val="20"/>
        </w:rPr>
        <w:t>grudzień</w:t>
      </w:r>
      <w:r>
        <w:rPr>
          <w:rFonts w:ascii="Verdana" w:hAnsi="Verdana"/>
          <w:i/>
          <w:iCs/>
          <w:sz w:val="20"/>
        </w:rPr>
        <w:t xml:space="preserve"> 201</w:t>
      </w:r>
      <w:r w:rsidR="0039787D">
        <w:rPr>
          <w:rFonts w:ascii="Verdana" w:hAnsi="Verdana"/>
          <w:i/>
          <w:iCs/>
          <w:sz w:val="20"/>
        </w:rPr>
        <w:t>3</w:t>
      </w:r>
    </w:p>
    <w:sectPr w:rsidR="007B390F" w:rsidSect="000201E0">
      <w:headerReference w:type="first" r:id="rId7"/>
      <w:pgSz w:w="11906" w:h="16838" w:code="9"/>
      <w:pgMar w:top="340" w:right="707" w:bottom="180" w:left="426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137" w:rsidRDefault="00B41137" w:rsidP="00AE39FC">
      <w:r>
        <w:separator/>
      </w:r>
    </w:p>
  </w:endnote>
  <w:endnote w:type="continuationSeparator" w:id="1">
    <w:p w:rsidR="00B41137" w:rsidRDefault="00B41137" w:rsidP="00AE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Narrow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137" w:rsidRDefault="00B41137" w:rsidP="00AE39FC">
      <w:r>
        <w:separator/>
      </w:r>
    </w:p>
  </w:footnote>
  <w:footnote w:type="continuationSeparator" w:id="1">
    <w:p w:rsidR="00B41137" w:rsidRDefault="00B41137" w:rsidP="00AE3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CC4" w:rsidRDefault="009352DF">
    <w:pPr>
      <w:pStyle w:val="Nagwek"/>
    </w:pPr>
    <w:r>
      <w:rPr>
        <w:noProof/>
      </w:rPr>
      <w:drawing>
        <wp:inline distT="0" distB="0" distL="0" distR="0">
          <wp:extent cx="6981825" cy="1228725"/>
          <wp:effectExtent l="19050" t="0" r="9525" b="0"/>
          <wp:docPr id="1" name="Obraz 4" descr="stationery2009_a4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stationery2009_a4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1825" cy="1228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EAB"/>
    <w:multiLevelType w:val="hybridMultilevel"/>
    <w:tmpl w:val="E464680C"/>
    <w:lvl w:ilvl="0" w:tplc="668C7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A37476"/>
    <w:multiLevelType w:val="hybridMultilevel"/>
    <w:tmpl w:val="3AD450C0"/>
    <w:lvl w:ilvl="0" w:tplc="617EA5AC">
      <w:start w:val="1"/>
      <w:numFmt w:val="decimal"/>
      <w:lvlText w:val="%1."/>
      <w:lvlJc w:val="left"/>
      <w:pPr>
        <w:ind w:left="720" w:hanging="360"/>
      </w:pPr>
      <w:rPr>
        <w:rFonts w:ascii="ArialNarrow-Bold" w:hAnsi="ArialNarrow-Bold" w:cs="ArialNarrow-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F6C79"/>
    <w:multiLevelType w:val="hybridMultilevel"/>
    <w:tmpl w:val="3AD450C0"/>
    <w:lvl w:ilvl="0" w:tplc="617EA5AC">
      <w:start w:val="1"/>
      <w:numFmt w:val="decimal"/>
      <w:lvlText w:val="%1."/>
      <w:lvlJc w:val="left"/>
      <w:pPr>
        <w:ind w:left="720" w:hanging="360"/>
      </w:pPr>
      <w:rPr>
        <w:rFonts w:ascii="ArialNarrow-Bold" w:hAnsi="ArialNarrow-Bold" w:cs="ArialNarrow-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F10D9"/>
    <w:multiLevelType w:val="singleLevel"/>
    <w:tmpl w:val="DBA4AB7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68990F68"/>
    <w:multiLevelType w:val="hybridMultilevel"/>
    <w:tmpl w:val="E346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1745"/>
  </w:hdrShapeDefaults>
  <w:footnotePr>
    <w:footnote w:id="0"/>
    <w:footnote w:id="1"/>
  </w:footnotePr>
  <w:endnotePr>
    <w:endnote w:id="0"/>
    <w:endnote w:id="1"/>
  </w:endnotePr>
  <w:compat/>
  <w:rsids>
    <w:rsidRoot w:val="00F7320D"/>
    <w:rsid w:val="000201E0"/>
    <w:rsid w:val="000325EE"/>
    <w:rsid w:val="00063C38"/>
    <w:rsid w:val="001022EF"/>
    <w:rsid w:val="0012561B"/>
    <w:rsid w:val="00126C77"/>
    <w:rsid w:val="001304CC"/>
    <w:rsid w:val="00140E94"/>
    <w:rsid w:val="0014598A"/>
    <w:rsid w:val="0018679A"/>
    <w:rsid w:val="00197A08"/>
    <w:rsid w:val="001D103F"/>
    <w:rsid w:val="001E2920"/>
    <w:rsid w:val="00203916"/>
    <w:rsid w:val="00206663"/>
    <w:rsid w:val="00240A00"/>
    <w:rsid w:val="00240C7B"/>
    <w:rsid w:val="00244E2F"/>
    <w:rsid w:val="00267A32"/>
    <w:rsid w:val="00270F47"/>
    <w:rsid w:val="00292590"/>
    <w:rsid w:val="002A3190"/>
    <w:rsid w:val="002D0F1F"/>
    <w:rsid w:val="002E1229"/>
    <w:rsid w:val="002E3213"/>
    <w:rsid w:val="002F03E8"/>
    <w:rsid w:val="002F1591"/>
    <w:rsid w:val="00301D01"/>
    <w:rsid w:val="0030253C"/>
    <w:rsid w:val="0030421A"/>
    <w:rsid w:val="00364302"/>
    <w:rsid w:val="00367AA2"/>
    <w:rsid w:val="00375629"/>
    <w:rsid w:val="00396BAC"/>
    <w:rsid w:val="003973BD"/>
    <w:rsid w:val="0039787D"/>
    <w:rsid w:val="003A6529"/>
    <w:rsid w:val="003B032D"/>
    <w:rsid w:val="003B5105"/>
    <w:rsid w:val="003C27C6"/>
    <w:rsid w:val="003C3B96"/>
    <w:rsid w:val="003C57E0"/>
    <w:rsid w:val="003C60FA"/>
    <w:rsid w:val="003D0CAF"/>
    <w:rsid w:val="003F0294"/>
    <w:rsid w:val="003F0F0A"/>
    <w:rsid w:val="00420A8F"/>
    <w:rsid w:val="00426087"/>
    <w:rsid w:val="00431CB0"/>
    <w:rsid w:val="004375E3"/>
    <w:rsid w:val="00443B85"/>
    <w:rsid w:val="00447305"/>
    <w:rsid w:val="00450855"/>
    <w:rsid w:val="00454D01"/>
    <w:rsid w:val="0046378B"/>
    <w:rsid w:val="00471E4F"/>
    <w:rsid w:val="00481BE0"/>
    <w:rsid w:val="00496B4C"/>
    <w:rsid w:val="004971EC"/>
    <w:rsid w:val="004C6FF0"/>
    <w:rsid w:val="004F4792"/>
    <w:rsid w:val="004F526C"/>
    <w:rsid w:val="00503CC4"/>
    <w:rsid w:val="00525BD6"/>
    <w:rsid w:val="00531592"/>
    <w:rsid w:val="00533E40"/>
    <w:rsid w:val="005448A5"/>
    <w:rsid w:val="005805E0"/>
    <w:rsid w:val="00582908"/>
    <w:rsid w:val="005A27D9"/>
    <w:rsid w:val="005A3DDE"/>
    <w:rsid w:val="005B410D"/>
    <w:rsid w:val="005D53B8"/>
    <w:rsid w:val="005D6CBE"/>
    <w:rsid w:val="00623C5F"/>
    <w:rsid w:val="00643B5A"/>
    <w:rsid w:val="00644A77"/>
    <w:rsid w:val="006841D0"/>
    <w:rsid w:val="006A5D1D"/>
    <w:rsid w:val="006B3DBF"/>
    <w:rsid w:val="006E169B"/>
    <w:rsid w:val="006F0769"/>
    <w:rsid w:val="00701F7D"/>
    <w:rsid w:val="0072345F"/>
    <w:rsid w:val="00736CF3"/>
    <w:rsid w:val="007470E3"/>
    <w:rsid w:val="00761CA1"/>
    <w:rsid w:val="007B390F"/>
    <w:rsid w:val="007D425B"/>
    <w:rsid w:val="008041D3"/>
    <w:rsid w:val="00805676"/>
    <w:rsid w:val="00823A97"/>
    <w:rsid w:val="00867C74"/>
    <w:rsid w:val="00876A64"/>
    <w:rsid w:val="00890501"/>
    <w:rsid w:val="00895DA5"/>
    <w:rsid w:val="008C1828"/>
    <w:rsid w:val="008C25DE"/>
    <w:rsid w:val="008C3F97"/>
    <w:rsid w:val="008C50C2"/>
    <w:rsid w:val="008F0DCF"/>
    <w:rsid w:val="008F2B35"/>
    <w:rsid w:val="00927899"/>
    <w:rsid w:val="009352DF"/>
    <w:rsid w:val="00967B61"/>
    <w:rsid w:val="0097123B"/>
    <w:rsid w:val="009B0565"/>
    <w:rsid w:val="009D2BED"/>
    <w:rsid w:val="009E053C"/>
    <w:rsid w:val="009E2BC2"/>
    <w:rsid w:val="00A0251D"/>
    <w:rsid w:val="00A23C52"/>
    <w:rsid w:val="00A32971"/>
    <w:rsid w:val="00A50AC0"/>
    <w:rsid w:val="00A83E2A"/>
    <w:rsid w:val="00AA180D"/>
    <w:rsid w:val="00AA3BF0"/>
    <w:rsid w:val="00AA5967"/>
    <w:rsid w:val="00AB10DA"/>
    <w:rsid w:val="00AC2777"/>
    <w:rsid w:val="00AC597A"/>
    <w:rsid w:val="00AD4B60"/>
    <w:rsid w:val="00AE39FC"/>
    <w:rsid w:val="00AF6FAB"/>
    <w:rsid w:val="00AF79C9"/>
    <w:rsid w:val="00AF7E82"/>
    <w:rsid w:val="00B17AB5"/>
    <w:rsid w:val="00B24958"/>
    <w:rsid w:val="00B41137"/>
    <w:rsid w:val="00B514F6"/>
    <w:rsid w:val="00B6196E"/>
    <w:rsid w:val="00B812B0"/>
    <w:rsid w:val="00B862D5"/>
    <w:rsid w:val="00B87B7A"/>
    <w:rsid w:val="00B94238"/>
    <w:rsid w:val="00BC38B5"/>
    <w:rsid w:val="00BE0DAF"/>
    <w:rsid w:val="00C622FB"/>
    <w:rsid w:val="00C66154"/>
    <w:rsid w:val="00C672C7"/>
    <w:rsid w:val="00C73E66"/>
    <w:rsid w:val="00C95604"/>
    <w:rsid w:val="00CA0E60"/>
    <w:rsid w:val="00CE5FF8"/>
    <w:rsid w:val="00D12FC2"/>
    <w:rsid w:val="00D305F0"/>
    <w:rsid w:val="00D37256"/>
    <w:rsid w:val="00D373BC"/>
    <w:rsid w:val="00D4385D"/>
    <w:rsid w:val="00D571CA"/>
    <w:rsid w:val="00D82E44"/>
    <w:rsid w:val="00D934E7"/>
    <w:rsid w:val="00D97143"/>
    <w:rsid w:val="00E07205"/>
    <w:rsid w:val="00E44955"/>
    <w:rsid w:val="00E45D21"/>
    <w:rsid w:val="00E55356"/>
    <w:rsid w:val="00E6220E"/>
    <w:rsid w:val="00E63487"/>
    <w:rsid w:val="00E8760E"/>
    <w:rsid w:val="00EF4062"/>
    <w:rsid w:val="00F307BB"/>
    <w:rsid w:val="00F3139C"/>
    <w:rsid w:val="00F6649A"/>
    <w:rsid w:val="00F7320D"/>
    <w:rsid w:val="00F812F9"/>
    <w:rsid w:val="00F81B09"/>
    <w:rsid w:val="00F869B5"/>
    <w:rsid w:val="00F94DEE"/>
    <w:rsid w:val="00FB304A"/>
    <w:rsid w:val="00FB44F0"/>
    <w:rsid w:val="00FC6EB0"/>
    <w:rsid w:val="00FE0DBC"/>
    <w:rsid w:val="00FE2C2F"/>
    <w:rsid w:val="00FE44D3"/>
    <w:rsid w:val="00FF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AC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10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50AC0"/>
    <w:pPr>
      <w:keepNext/>
      <w:jc w:val="center"/>
      <w:outlineLvl w:val="1"/>
    </w:pPr>
    <w:rPr>
      <w:rFonts w:eastAsia="Arial Unicode MS"/>
      <w:szCs w:val="20"/>
    </w:rPr>
  </w:style>
  <w:style w:type="paragraph" w:styleId="Nagwek3">
    <w:name w:val="heading 3"/>
    <w:basedOn w:val="Normalny"/>
    <w:next w:val="Normalny"/>
    <w:link w:val="Nagwek3Znak"/>
    <w:qFormat/>
    <w:rsid w:val="00E876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3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39FC"/>
  </w:style>
  <w:style w:type="paragraph" w:styleId="Stopka">
    <w:name w:val="footer"/>
    <w:basedOn w:val="Normalny"/>
    <w:link w:val="StopkaZnak"/>
    <w:uiPriority w:val="99"/>
    <w:semiHidden/>
    <w:unhideWhenUsed/>
    <w:rsid w:val="00AE3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39FC"/>
  </w:style>
  <w:style w:type="paragraph" w:styleId="Tekstdymka">
    <w:name w:val="Balloon Text"/>
    <w:basedOn w:val="Normalny"/>
    <w:link w:val="TekstdymkaZnak"/>
    <w:uiPriority w:val="99"/>
    <w:semiHidden/>
    <w:unhideWhenUsed/>
    <w:rsid w:val="00AE39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9F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50AC0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6A5D1D"/>
    <w:rPr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A5D1D"/>
    <w:pPr>
      <w:spacing w:line="240" w:lineRule="atLeast"/>
      <w:jc w:val="both"/>
    </w:pPr>
    <w:rPr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D10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E44D3"/>
    <w:rPr>
      <w:rFonts w:ascii="Times New Roman" w:eastAsia="Arial Unicode MS" w:hAnsi="Times New Roman"/>
      <w:sz w:val="24"/>
    </w:rPr>
  </w:style>
  <w:style w:type="character" w:customStyle="1" w:styleId="Nagwek3Znak">
    <w:name w:val="Nagłówek 3 Znak"/>
    <w:basedOn w:val="Domylnaczcionkaakapitu"/>
    <w:link w:val="Nagwek3"/>
    <w:rsid w:val="00E8760E"/>
    <w:rPr>
      <w:rFonts w:ascii="Arial" w:eastAsia="Times New Roman" w:hAnsi="Arial" w:cs="Arial"/>
      <w:b/>
      <w:bCs/>
      <w:sz w:val="26"/>
      <w:szCs w:val="26"/>
    </w:rPr>
  </w:style>
  <w:style w:type="character" w:customStyle="1" w:styleId="titles">
    <w:name w:val="titles"/>
    <w:basedOn w:val="Domylnaczcionkaakapitu"/>
    <w:rsid w:val="00F812F9"/>
  </w:style>
  <w:style w:type="character" w:styleId="Hipercze">
    <w:name w:val="Hyperlink"/>
    <w:basedOn w:val="Domylnaczcionkaakapitu"/>
    <w:uiPriority w:val="99"/>
    <w:semiHidden/>
    <w:unhideWhenUsed/>
    <w:rsid w:val="00F812F9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9787D"/>
    <w:rPr>
      <w:i/>
      <w:iCs/>
    </w:rPr>
  </w:style>
  <w:style w:type="paragraph" w:styleId="NormalnyWeb">
    <w:name w:val="Normal (Web)"/>
    <w:basedOn w:val="Normalny"/>
    <w:uiPriority w:val="99"/>
    <w:unhideWhenUsed/>
    <w:rsid w:val="003978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4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CIN\Pulpit\Augmen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Augmen.dot</Template>
  <TotalTime>35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27</vt:lpstr>
    </vt:vector>
  </TitlesOfParts>
  <Company>Daremny Trud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27</dc:title>
  <dc:subject/>
  <dc:creator>MARCIN</dc:creator>
  <cp:keywords/>
  <dc:description/>
  <cp:lastModifiedBy>Krzysztof Zając</cp:lastModifiedBy>
  <cp:revision>8</cp:revision>
  <cp:lastPrinted>2013-12-11T14:15:00Z</cp:lastPrinted>
  <dcterms:created xsi:type="dcterms:W3CDTF">2013-10-30T14:17:00Z</dcterms:created>
  <dcterms:modified xsi:type="dcterms:W3CDTF">2013-12-11T16:31:00Z</dcterms:modified>
</cp:coreProperties>
</file>